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F6C1F" w14:textId="77777777" w:rsidR="006E5D65" w:rsidRPr="00CE1CC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E1CCE">
        <w:rPr>
          <w:rFonts w:ascii="Corbel" w:hAnsi="Corbel"/>
          <w:bCs/>
          <w:i/>
        </w:rPr>
        <w:t xml:space="preserve">Załącznik nr </w:t>
      </w:r>
      <w:r w:rsidR="006F31E2" w:rsidRPr="00CE1CCE">
        <w:rPr>
          <w:rFonts w:ascii="Corbel" w:hAnsi="Corbel"/>
          <w:bCs/>
          <w:i/>
        </w:rPr>
        <w:t>1.5</w:t>
      </w:r>
      <w:r w:rsidR="00D8678B" w:rsidRPr="00CE1CCE">
        <w:rPr>
          <w:rFonts w:ascii="Corbel" w:hAnsi="Corbel"/>
          <w:bCs/>
          <w:i/>
        </w:rPr>
        <w:t xml:space="preserve"> do Zarządzenia</w:t>
      </w:r>
      <w:r w:rsidR="002A22BF" w:rsidRPr="00CE1CCE">
        <w:rPr>
          <w:rFonts w:ascii="Corbel" w:hAnsi="Corbel"/>
          <w:bCs/>
          <w:i/>
        </w:rPr>
        <w:t xml:space="preserve"> Rektora UR </w:t>
      </w:r>
      <w:r w:rsidRPr="00CE1CCE">
        <w:rPr>
          <w:rFonts w:ascii="Corbel" w:hAnsi="Corbel"/>
          <w:bCs/>
          <w:i/>
        </w:rPr>
        <w:t xml:space="preserve"> nr </w:t>
      </w:r>
      <w:r w:rsidR="00F17567" w:rsidRPr="00CE1CCE">
        <w:rPr>
          <w:rFonts w:ascii="Corbel" w:hAnsi="Corbel"/>
          <w:bCs/>
          <w:i/>
        </w:rPr>
        <w:t>12/2019</w:t>
      </w:r>
    </w:p>
    <w:p w14:paraId="2723A3BA" w14:textId="77777777" w:rsidR="0085747A" w:rsidRPr="00CE1C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SYLABUS</w:t>
      </w:r>
    </w:p>
    <w:p w14:paraId="1D4CCE78" w14:textId="76F05AA2" w:rsidR="00E0315E" w:rsidRPr="00CE1CCE" w:rsidRDefault="0071620A" w:rsidP="00E0315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1CC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315E" w:rsidRPr="00CE1CCE">
        <w:rPr>
          <w:rFonts w:ascii="Corbel" w:hAnsi="Corbel"/>
          <w:i/>
          <w:smallCaps/>
          <w:color w:val="000000" w:themeColor="text1"/>
          <w:sz w:val="24"/>
          <w:szCs w:val="24"/>
        </w:rPr>
        <w:t>2020-2022</w:t>
      </w:r>
    </w:p>
    <w:p w14:paraId="6D7873D8" w14:textId="7DD1FE38" w:rsidR="00445970" w:rsidRPr="00CE1CCE" w:rsidRDefault="00445970" w:rsidP="00AC0D4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1CCE">
        <w:rPr>
          <w:rFonts w:ascii="Corbel" w:hAnsi="Corbel"/>
          <w:sz w:val="20"/>
          <w:szCs w:val="20"/>
        </w:rPr>
        <w:t xml:space="preserve">Rok akademicki </w:t>
      </w:r>
      <w:r w:rsidR="00E0315E" w:rsidRPr="00CE1CCE">
        <w:rPr>
          <w:rFonts w:ascii="Corbel" w:hAnsi="Corbel"/>
          <w:sz w:val="20"/>
          <w:szCs w:val="20"/>
        </w:rPr>
        <w:t>2020/2021</w:t>
      </w:r>
    </w:p>
    <w:p w14:paraId="410109CC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E1B957" w14:textId="27F886D0" w:rsidR="0085747A" w:rsidRPr="00CE1CCE" w:rsidRDefault="0085747A" w:rsidP="00AC0D4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Podstawowe </w:t>
      </w:r>
      <w:r w:rsidR="00445970" w:rsidRPr="00CE1CCE">
        <w:rPr>
          <w:rFonts w:ascii="Corbel" w:hAnsi="Corbel"/>
          <w:szCs w:val="24"/>
        </w:rPr>
        <w:t>informacje o przedmiocie</w:t>
      </w:r>
    </w:p>
    <w:p w14:paraId="74FCF965" w14:textId="77777777" w:rsidR="00AC0D47" w:rsidRPr="00CE1CCE" w:rsidRDefault="00AC0D47" w:rsidP="00AC0D4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15E" w:rsidRPr="00CE1CCE" w14:paraId="357F9F22" w14:textId="77777777" w:rsidTr="00E0315E">
        <w:tc>
          <w:tcPr>
            <w:tcW w:w="2694" w:type="dxa"/>
            <w:vAlign w:val="center"/>
          </w:tcPr>
          <w:p w14:paraId="71901D76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C7366C" w14:textId="77777777" w:rsidR="00E0315E" w:rsidRPr="00CE1CCE" w:rsidRDefault="00E0315E" w:rsidP="00E0315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Ocena projektów publicznych </w:t>
            </w:r>
          </w:p>
        </w:tc>
      </w:tr>
      <w:tr w:rsidR="00E0315E" w:rsidRPr="00CE1CCE" w14:paraId="5742218D" w14:textId="77777777" w:rsidTr="00E0315E">
        <w:tc>
          <w:tcPr>
            <w:tcW w:w="2694" w:type="dxa"/>
            <w:vAlign w:val="center"/>
          </w:tcPr>
          <w:p w14:paraId="7C08A348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6CE961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E/II/EP/C-1.3c</w:t>
            </w:r>
          </w:p>
        </w:tc>
      </w:tr>
      <w:tr w:rsidR="0085747A" w:rsidRPr="00CE1CCE" w14:paraId="08E3F2D3" w14:textId="77777777" w:rsidTr="00E0315E">
        <w:tc>
          <w:tcPr>
            <w:tcW w:w="2694" w:type="dxa"/>
            <w:vAlign w:val="center"/>
          </w:tcPr>
          <w:p w14:paraId="1F0E0D0B" w14:textId="77777777" w:rsidR="0085747A" w:rsidRPr="00CE1CC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</w:t>
            </w:r>
            <w:r w:rsidR="0085747A" w:rsidRPr="00CE1C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E1C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172B45" w14:textId="77777777" w:rsidR="0085747A" w:rsidRPr="00CE1CC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15E" w:rsidRPr="00CE1CCE" w14:paraId="2875F383" w14:textId="77777777" w:rsidTr="00E0315E">
        <w:tc>
          <w:tcPr>
            <w:tcW w:w="2694" w:type="dxa"/>
            <w:vAlign w:val="center"/>
          </w:tcPr>
          <w:p w14:paraId="2BE74CC4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8B2F3" w14:textId="72E28015" w:rsidR="00E0315E" w:rsidRPr="00CE1CCE" w:rsidRDefault="00AC0D47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E0315E" w:rsidRPr="00CE1CCE" w14:paraId="5AB2E0C9" w14:textId="77777777" w:rsidTr="00E0315E">
        <w:tc>
          <w:tcPr>
            <w:tcW w:w="2694" w:type="dxa"/>
            <w:vAlign w:val="center"/>
          </w:tcPr>
          <w:p w14:paraId="500BBD42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68708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15E" w:rsidRPr="00CE1CCE" w14:paraId="2C3BB44C" w14:textId="77777777" w:rsidTr="00E0315E">
        <w:tc>
          <w:tcPr>
            <w:tcW w:w="2694" w:type="dxa"/>
            <w:vAlign w:val="center"/>
          </w:tcPr>
          <w:p w14:paraId="1B6659C3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E400B" w14:textId="243A94E1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C0D47" w:rsidRPr="00CE1CC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15E" w:rsidRPr="00CE1CCE" w14:paraId="0AB0EB8F" w14:textId="77777777" w:rsidTr="00E0315E">
        <w:tc>
          <w:tcPr>
            <w:tcW w:w="2694" w:type="dxa"/>
            <w:vAlign w:val="center"/>
          </w:tcPr>
          <w:p w14:paraId="09809A5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AD76BD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15E" w:rsidRPr="00CE1CCE" w14:paraId="31390C5C" w14:textId="77777777" w:rsidTr="00E0315E">
        <w:tc>
          <w:tcPr>
            <w:tcW w:w="2694" w:type="dxa"/>
            <w:vAlign w:val="center"/>
          </w:tcPr>
          <w:p w14:paraId="4049779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D7687" w14:textId="490D2B29" w:rsidR="00E0315E" w:rsidRPr="00CE1CCE" w:rsidRDefault="005458D8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315E" w:rsidRPr="00CE1C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15E" w:rsidRPr="00CE1CCE" w14:paraId="73AB0F07" w14:textId="77777777" w:rsidTr="00E0315E">
        <w:tc>
          <w:tcPr>
            <w:tcW w:w="2694" w:type="dxa"/>
            <w:vAlign w:val="center"/>
          </w:tcPr>
          <w:p w14:paraId="749BEDCD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FEBD26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0315E" w:rsidRPr="00CE1CCE" w14:paraId="01FFE50A" w14:textId="77777777" w:rsidTr="00E0315E">
        <w:tc>
          <w:tcPr>
            <w:tcW w:w="2694" w:type="dxa"/>
            <w:vAlign w:val="center"/>
          </w:tcPr>
          <w:p w14:paraId="046C708A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60E50" w14:textId="7753A0A5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0315E" w:rsidRPr="00CE1CCE" w14:paraId="0D5985D4" w14:textId="77777777" w:rsidTr="00E0315E">
        <w:tc>
          <w:tcPr>
            <w:tcW w:w="2694" w:type="dxa"/>
            <w:vAlign w:val="center"/>
          </w:tcPr>
          <w:p w14:paraId="5102592B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3AABA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15E" w:rsidRPr="00CE1CCE" w14:paraId="6F5138D5" w14:textId="77777777" w:rsidTr="00E0315E">
        <w:tc>
          <w:tcPr>
            <w:tcW w:w="2694" w:type="dxa"/>
            <w:vAlign w:val="center"/>
          </w:tcPr>
          <w:p w14:paraId="3E6FCAD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C5761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E0315E" w:rsidRPr="00CE1CCE" w14:paraId="4BAC7AB6" w14:textId="77777777" w:rsidTr="00E0315E">
        <w:tc>
          <w:tcPr>
            <w:tcW w:w="2694" w:type="dxa"/>
            <w:vAlign w:val="center"/>
          </w:tcPr>
          <w:p w14:paraId="19FE3EB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B8A55B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32EC6C1D" w14:textId="77777777" w:rsidR="0085747A" w:rsidRPr="00CE1C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* </w:t>
      </w:r>
      <w:r w:rsidRPr="00CE1CCE">
        <w:rPr>
          <w:rFonts w:ascii="Corbel" w:hAnsi="Corbel"/>
          <w:i/>
          <w:sz w:val="24"/>
          <w:szCs w:val="24"/>
        </w:rPr>
        <w:t>-</w:t>
      </w:r>
      <w:r w:rsidR="00B90885" w:rsidRPr="00CE1C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1CCE">
        <w:rPr>
          <w:rFonts w:ascii="Corbel" w:hAnsi="Corbel"/>
          <w:b w:val="0"/>
          <w:sz w:val="24"/>
          <w:szCs w:val="24"/>
        </w:rPr>
        <w:t>e,</w:t>
      </w:r>
      <w:r w:rsidRPr="00CE1C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1CCE">
        <w:rPr>
          <w:rFonts w:ascii="Corbel" w:hAnsi="Corbel"/>
          <w:b w:val="0"/>
          <w:i/>
          <w:sz w:val="24"/>
          <w:szCs w:val="24"/>
        </w:rPr>
        <w:t>w Jednostce</w:t>
      </w:r>
    </w:p>
    <w:p w14:paraId="16F2A3C5" w14:textId="77777777" w:rsidR="0085747A" w:rsidRPr="00CE1C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1.</w:t>
      </w:r>
      <w:r w:rsidR="00E22FBC" w:rsidRPr="00CE1CCE">
        <w:rPr>
          <w:rFonts w:ascii="Corbel" w:hAnsi="Corbel"/>
          <w:sz w:val="24"/>
          <w:szCs w:val="24"/>
        </w:rPr>
        <w:t>1</w:t>
      </w:r>
      <w:r w:rsidRPr="00CE1C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816D91" w14:textId="77777777" w:rsidR="00923D7D" w:rsidRPr="00CE1C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1CCE" w14:paraId="6C381A50" w14:textId="77777777" w:rsidTr="00921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BF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Semestr</w:t>
            </w:r>
          </w:p>
          <w:p w14:paraId="404EFE32" w14:textId="77777777" w:rsidR="00015B8F" w:rsidRPr="00CE1C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(</w:t>
            </w:r>
            <w:r w:rsidR="00363F78" w:rsidRPr="00CE1C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8CFF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E6DB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3FB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44DD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AC6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5BA0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FF8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F493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902E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1CCE">
              <w:rPr>
                <w:rFonts w:ascii="Corbel" w:hAnsi="Corbel"/>
                <w:b/>
                <w:szCs w:val="24"/>
              </w:rPr>
              <w:t>Liczba pkt</w:t>
            </w:r>
            <w:r w:rsidR="00B90885" w:rsidRPr="00CE1CCE">
              <w:rPr>
                <w:rFonts w:ascii="Corbel" w:hAnsi="Corbel"/>
                <w:b/>
                <w:szCs w:val="24"/>
              </w:rPr>
              <w:t>.</w:t>
            </w:r>
            <w:r w:rsidRPr="00CE1C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E1CCE" w14:paraId="45A7D9DD" w14:textId="77777777" w:rsidTr="009217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497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037D" w14:textId="71A7BB47" w:rsidR="00015B8F" w:rsidRPr="00CE1CCE" w:rsidRDefault="00545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BC0F" w14:textId="086658DF" w:rsidR="00015B8F" w:rsidRPr="00CE1CCE" w:rsidRDefault="00545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69C8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1C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876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D236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4040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C0E7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15BC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5DC3D5" w14:textId="77777777" w:rsidR="00923D7D" w:rsidRPr="00CE1C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AFF08E" w14:textId="77777777" w:rsidR="0085747A" w:rsidRPr="00CE1C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1.</w:t>
      </w:r>
      <w:r w:rsidR="00E22FBC" w:rsidRPr="00CE1CCE">
        <w:rPr>
          <w:rFonts w:ascii="Corbel" w:hAnsi="Corbel"/>
          <w:smallCaps w:val="0"/>
          <w:szCs w:val="24"/>
        </w:rPr>
        <w:t>2</w:t>
      </w:r>
      <w:r w:rsidR="00F83B28" w:rsidRPr="00CE1CCE">
        <w:rPr>
          <w:rFonts w:ascii="Corbel" w:hAnsi="Corbel"/>
          <w:smallCaps w:val="0"/>
          <w:szCs w:val="24"/>
        </w:rPr>
        <w:t>.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 xml:space="preserve">Sposób realizacji zajęć  </w:t>
      </w:r>
    </w:p>
    <w:p w14:paraId="004368F2" w14:textId="77777777" w:rsidR="00AC0D47" w:rsidRPr="00CE1CCE" w:rsidRDefault="00AC0D47" w:rsidP="00AC0D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r w:rsidRPr="00CE1CC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E1CC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E1CCE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80DF33B" w14:textId="33EEE287" w:rsidR="0085747A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MS Gothic" w:eastAsia="MS Gothic" w:hAnsi="MS Gothic" w:cs="MS Gothic" w:hint="eastAsia"/>
          <w:b w:val="0"/>
          <w:szCs w:val="24"/>
        </w:rPr>
        <w:t>☐</w:t>
      </w:r>
      <w:r w:rsidRPr="00CE1C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p w14:paraId="6E751135" w14:textId="77777777" w:rsidR="00AC0D47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7A38FD5D" w14:textId="77777777" w:rsidR="00E22FBC" w:rsidRPr="00CE1C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1.3 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>For</w:t>
      </w:r>
      <w:r w:rsidR="00445970" w:rsidRPr="00CE1CCE">
        <w:rPr>
          <w:rFonts w:ascii="Corbel" w:hAnsi="Corbel"/>
          <w:smallCaps w:val="0"/>
          <w:szCs w:val="24"/>
        </w:rPr>
        <w:t xml:space="preserve">ma zaliczenia przedmiotu </w:t>
      </w:r>
      <w:r w:rsidRPr="00CE1CCE">
        <w:rPr>
          <w:rFonts w:ascii="Corbel" w:hAnsi="Corbel"/>
          <w:smallCaps w:val="0"/>
          <w:szCs w:val="24"/>
        </w:rPr>
        <w:t xml:space="preserve"> (z toku) </w:t>
      </w:r>
      <w:r w:rsidRPr="00CE1C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3DD293" w14:textId="77777777" w:rsidR="00B01812" w:rsidRPr="00CE1CCE" w:rsidRDefault="00B01812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Egzamin</w:t>
      </w:r>
    </w:p>
    <w:p w14:paraId="2FC41297" w14:textId="77777777" w:rsidR="00E960BB" w:rsidRPr="00CE1C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A05BF" w14:textId="77777777" w:rsidR="00E960BB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5EECC5FD" w14:textId="77777777" w:rsidTr="00745302">
        <w:tc>
          <w:tcPr>
            <w:tcW w:w="9670" w:type="dxa"/>
          </w:tcPr>
          <w:p w14:paraId="55D1711A" w14:textId="1C2218FD" w:rsidR="0085747A" w:rsidRPr="00CE1CCE" w:rsidRDefault="00B01812" w:rsidP="00AC0D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makroekonomii, procesów integracji europejskiej, analizy ekonomicznej, metodyki opracowania projektów unijnych.</w:t>
            </w:r>
          </w:p>
        </w:tc>
      </w:tr>
    </w:tbl>
    <w:p w14:paraId="3C74690E" w14:textId="77777777" w:rsidR="00153C41" w:rsidRPr="00CE1C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EF1860" w14:textId="632569C4" w:rsidR="0085747A" w:rsidRPr="00CE1C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>3.</w:t>
      </w:r>
      <w:r w:rsidR="00A84C85" w:rsidRPr="00CE1CCE">
        <w:rPr>
          <w:rFonts w:ascii="Corbel" w:hAnsi="Corbel"/>
          <w:szCs w:val="24"/>
        </w:rPr>
        <w:t>cele, efekty uczenia się</w:t>
      </w:r>
      <w:r w:rsidR="0085747A" w:rsidRPr="00CE1CCE">
        <w:rPr>
          <w:rFonts w:ascii="Corbel" w:hAnsi="Corbel"/>
          <w:szCs w:val="24"/>
        </w:rPr>
        <w:t>, treści Programowe i stosowane metody Dydaktyczne</w:t>
      </w:r>
    </w:p>
    <w:p w14:paraId="6786EFFE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CA4D" w14:textId="77777777" w:rsidR="0085747A" w:rsidRPr="00CE1C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3.1 </w:t>
      </w:r>
      <w:r w:rsidR="00C05F44" w:rsidRPr="00CE1CCE">
        <w:rPr>
          <w:rFonts w:ascii="Corbel" w:hAnsi="Corbel"/>
          <w:sz w:val="24"/>
          <w:szCs w:val="24"/>
        </w:rPr>
        <w:t>Cele przedmiotu</w:t>
      </w:r>
    </w:p>
    <w:p w14:paraId="45AABC72" w14:textId="77777777" w:rsidR="00F83B28" w:rsidRPr="00CE1C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72572" w:rsidRPr="00CE1CCE" w14:paraId="4B3A6F51" w14:textId="77777777" w:rsidTr="00372572">
        <w:tc>
          <w:tcPr>
            <w:tcW w:w="841" w:type="dxa"/>
            <w:vAlign w:val="center"/>
          </w:tcPr>
          <w:p w14:paraId="420C3E66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6AC2B8DA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problematyką diagnozowania projektów publicznych.</w:t>
            </w:r>
          </w:p>
        </w:tc>
      </w:tr>
      <w:tr w:rsidR="00372572" w:rsidRPr="00CE1CCE" w14:paraId="26278641" w14:textId="77777777" w:rsidTr="00372572">
        <w:tc>
          <w:tcPr>
            <w:tcW w:w="841" w:type="dxa"/>
            <w:vAlign w:val="center"/>
          </w:tcPr>
          <w:p w14:paraId="1BCD5463" w14:textId="77777777" w:rsidR="00372572" w:rsidRPr="00CE1CCE" w:rsidRDefault="00372572" w:rsidP="003725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2F2B2B43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sposobów oceny projektów.</w:t>
            </w:r>
          </w:p>
        </w:tc>
      </w:tr>
      <w:tr w:rsidR="00372572" w:rsidRPr="00CE1CCE" w14:paraId="419193D0" w14:textId="77777777" w:rsidTr="00372572">
        <w:tc>
          <w:tcPr>
            <w:tcW w:w="841" w:type="dxa"/>
            <w:vAlign w:val="center"/>
          </w:tcPr>
          <w:p w14:paraId="55562814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54C7782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Ocena wniosku projektowego.</w:t>
            </w:r>
          </w:p>
        </w:tc>
      </w:tr>
    </w:tbl>
    <w:p w14:paraId="08E06763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EAE5C2" w14:textId="77777777" w:rsidR="001D7B54" w:rsidRPr="00CE1C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3.2 </w:t>
      </w:r>
      <w:r w:rsidR="001D7B54" w:rsidRPr="00CE1CCE">
        <w:rPr>
          <w:rFonts w:ascii="Corbel" w:hAnsi="Corbel"/>
          <w:b/>
          <w:sz w:val="24"/>
          <w:szCs w:val="24"/>
        </w:rPr>
        <w:t xml:space="preserve">Efekty </w:t>
      </w:r>
      <w:r w:rsidR="00C05F44" w:rsidRPr="00CE1C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1CCE">
        <w:rPr>
          <w:rFonts w:ascii="Corbel" w:hAnsi="Corbel"/>
          <w:b/>
          <w:sz w:val="24"/>
          <w:szCs w:val="24"/>
        </w:rPr>
        <w:t>dla przedmiotu</w:t>
      </w:r>
    </w:p>
    <w:p w14:paraId="057CFE13" w14:textId="77777777" w:rsidR="001D7B54" w:rsidRPr="00CE1C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1CCE" w14:paraId="10E603F5" w14:textId="77777777" w:rsidTr="00372572">
        <w:tc>
          <w:tcPr>
            <w:tcW w:w="1681" w:type="dxa"/>
            <w:vAlign w:val="center"/>
          </w:tcPr>
          <w:p w14:paraId="272BD407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1C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771E210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FA71A1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1C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2572" w:rsidRPr="00CE1CCE" w14:paraId="04D0AAFC" w14:textId="77777777" w:rsidTr="00372572">
        <w:tc>
          <w:tcPr>
            <w:tcW w:w="1681" w:type="dxa"/>
          </w:tcPr>
          <w:p w14:paraId="63329901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724B4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Rozpoznaje zaawansowane metody i narzędzia opisu, w tym techniki pozyskiwania danych ekonomicznych wykorzystywanych w ocenie projektu publicznego. </w:t>
            </w:r>
          </w:p>
        </w:tc>
        <w:tc>
          <w:tcPr>
            <w:tcW w:w="1865" w:type="dxa"/>
          </w:tcPr>
          <w:p w14:paraId="4636E71E" w14:textId="60CB94C4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4</w:t>
            </w:r>
          </w:p>
          <w:p w14:paraId="434D3AA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5CA6304" w14:textId="77777777" w:rsidTr="00372572">
        <w:tc>
          <w:tcPr>
            <w:tcW w:w="1681" w:type="dxa"/>
          </w:tcPr>
          <w:p w14:paraId="543C387F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504DC2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Prezentuje procesy zmian zachodzących w związku z wdrożeniem projektu oraz określa ich przyczyny i skutki. </w:t>
            </w:r>
          </w:p>
        </w:tc>
        <w:tc>
          <w:tcPr>
            <w:tcW w:w="1865" w:type="dxa"/>
          </w:tcPr>
          <w:p w14:paraId="14C3DB5A" w14:textId="7D170821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K_W1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0</w:t>
            </w:r>
          </w:p>
          <w:p w14:paraId="38C2D74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4212548" w14:textId="77777777" w:rsidTr="00372572">
        <w:tc>
          <w:tcPr>
            <w:tcW w:w="1681" w:type="dxa"/>
          </w:tcPr>
          <w:p w14:paraId="60455336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E9638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Gromadzi i analizuje dane dotyczące procesów rozwoju organizacji publicznych.</w:t>
            </w:r>
          </w:p>
        </w:tc>
        <w:tc>
          <w:tcPr>
            <w:tcW w:w="1865" w:type="dxa"/>
          </w:tcPr>
          <w:p w14:paraId="440BFA70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5</w:t>
            </w:r>
          </w:p>
          <w:p w14:paraId="1A93689E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44B06BDC" w14:textId="77777777" w:rsidTr="00372572">
        <w:tc>
          <w:tcPr>
            <w:tcW w:w="1681" w:type="dxa"/>
          </w:tcPr>
          <w:p w14:paraId="269FF142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0F729FF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Wykorzystuje zaawansowane metody i narzędzia projektowania.</w:t>
            </w:r>
          </w:p>
        </w:tc>
        <w:tc>
          <w:tcPr>
            <w:tcW w:w="1865" w:type="dxa"/>
          </w:tcPr>
          <w:p w14:paraId="0512FE3F" w14:textId="779FCD86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2572" w:rsidRPr="00CE1CCE" w14:paraId="3368FE6B" w14:textId="77777777" w:rsidTr="00372572">
        <w:tc>
          <w:tcPr>
            <w:tcW w:w="1681" w:type="dxa"/>
          </w:tcPr>
          <w:p w14:paraId="3F26C0DF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4CC1FEB5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Pracuje w grupie przyjmując w niej różne role oraz odpowiedzialność za realizowane zadania w przygotowaniu projektu.</w:t>
            </w:r>
          </w:p>
        </w:tc>
        <w:tc>
          <w:tcPr>
            <w:tcW w:w="1865" w:type="dxa"/>
          </w:tcPr>
          <w:p w14:paraId="49553B79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D76300" w14:textId="77777777" w:rsidR="00005B37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U11</w:t>
            </w:r>
          </w:p>
          <w:p w14:paraId="12FDF33C" w14:textId="489C917A" w:rsidR="00372572" w:rsidRPr="00CE1CCE" w:rsidRDefault="00005B37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2BCFB3C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F88D7" w14:textId="77777777" w:rsidR="0085747A" w:rsidRPr="00CE1C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>3.3</w:t>
      </w:r>
      <w:r w:rsidR="0085747A" w:rsidRPr="00CE1CCE">
        <w:rPr>
          <w:rFonts w:ascii="Corbel" w:hAnsi="Corbel"/>
          <w:b/>
          <w:sz w:val="24"/>
          <w:szCs w:val="24"/>
        </w:rPr>
        <w:t>T</w:t>
      </w:r>
      <w:r w:rsidR="001D7B54" w:rsidRPr="00CE1CCE">
        <w:rPr>
          <w:rFonts w:ascii="Corbel" w:hAnsi="Corbel"/>
          <w:b/>
          <w:sz w:val="24"/>
          <w:szCs w:val="24"/>
        </w:rPr>
        <w:t xml:space="preserve">reści programowe </w:t>
      </w:r>
    </w:p>
    <w:p w14:paraId="6CA193DE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Problematyka wykładu </w:t>
      </w:r>
    </w:p>
    <w:p w14:paraId="0DB29DD8" w14:textId="77777777" w:rsidR="00675843" w:rsidRPr="00CE1C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6C34137B" w14:textId="77777777" w:rsidTr="00372572">
        <w:tc>
          <w:tcPr>
            <w:tcW w:w="9520" w:type="dxa"/>
          </w:tcPr>
          <w:p w14:paraId="185E140E" w14:textId="77777777" w:rsidR="0085747A" w:rsidRPr="00CE1C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319FFC0" w14:textId="77777777" w:rsidTr="00372572">
        <w:tc>
          <w:tcPr>
            <w:tcW w:w="9520" w:type="dxa"/>
          </w:tcPr>
          <w:p w14:paraId="24DC50F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Projekty publiczne – charakterystyka. </w:t>
            </w:r>
          </w:p>
        </w:tc>
      </w:tr>
      <w:tr w:rsidR="00372572" w:rsidRPr="00CE1CCE" w14:paraId="3446FD8B" w14:textId="77777777" w:rsidTr="00372572">
        <w:tc>
          <w:tcPr>
            <w:tcW w:w="9520" w:type="dxa"/>
          </w:tcPr>
          <w:p w14:paraId="0775263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Wpływ czynników zewnętrznych i wewnętrznych na projekt. </w:t>
            </w:r>
          </w:p>
        </w:tc>
      </w:tr>
      <w:tr w:rsidR="00372572" w:rsidRPr="00CE1CCE" w14:paraId="2BF7C3B4" w14:textId="77777777" w:rsidTr="00372572">
        <w:tc>
          <w:tcPr>
            <w:tcW w:w="9520" w:type="dxa"/>
          </w:tcPr>
          <w:p w14:paraId="22798BE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Interesariusze projektu. </w:t>
            </w:r>
          </w:p>
        </w:tc>
      </w:tr>
      <w:tr w:rsidR="00372572" w:rsidRPr="00CE1CCE" w14:paraId="4C0E7142" w14:textId="77777777" w:rsidTr="00372572">
        <w:tc>
          <w:tcPr>
            <w:tcW w:w="9520" w:type="dxa"/>
          </w:tcPr>
          <w:p w14:paraId="5B1B942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Uzasadnienie i konstrukcja celu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00663AF1" w14:textId="77777777" w:rsidTr="00372572">
        <w:tc>
          <w:tcPr>
            <w:tcW w:w="9520" w:type="dxa"/>
          </w:tcPr>
          <w:p w14:paraId="611BBE73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Źródła finansowania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483EC83A" w14:textId="77777777" w:rsidTr="00372572">
        <w:tc>
          <w:tcPr>
            <w:tcW w:w="9520" w:type="dxa"/>
          </w:tcPr>
          <w:p w14:paraId="6CEFD80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Ocena skuteczności i trwałości realizacji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7057DBF8" w14:textId="77777777" w:rsidTr="00372572">
        <w:tc>
          <w:tcPr>
            <w:tcW w:w="9520" w:type="dxa"/>
          </w:tcPr>
          <w:p w14:paraId="2B9438E8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Promocja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61BC5272" w14:textId="77777777" w:rsidTr="00372572">
        <w:tc>
          <w:tcPr>
            <w:tcW w:w="9520" w:type="dxa"/>
          </w:tcPr>
          <w:p w14:paraId="759EA21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Matryca logiczna projektu publicznego.</w:t>
            </w:r>
          </w:p>
        </w:tc>
      </w:tr>
    </w:tbl>
    <w:p w14:paraId="10B3CB64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8E64FD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1CCE">
        <w:rPr>
          <w:rFonts w:ascii="Corbel" w:hAnsi="Corbel"/>
          <w:sz w:val="24"/>
          <w:szCs w:val="24"/>
        </w:rPr>
        <w:t xml:space="preserve">, </w:t>
      </w:r>
      <w:r w:rsidRPr="00CE1CCE">
        <w:rPr>
          <w:rFonts w:ascii="Corbel" w:hAnsi="Corbel"/>
          <w:sz w:val="24"/>
          <w:szCs w:val="24"/>
        </w:rPr>
        <w:t xml:space="preserve">zajęć praktycznych </w:t>
      </w:r>
    </w:p>
    <w:p w14:paraId="5DC51773" w14:textId="77777777" w:rsidR="0085747A" w:rsidRPr="00CE1C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37434B10" w14:textId="77777777" w:rsidTr="00372572">
        <w:tc>
          <w:tcPr>
            <w:tcW w:w="9520" w:type="dxa"/>
          </w:tcPr>
          <w:p w14:paraId="6D2172F0" w14:textId="77777777" w:rsidR="0085747A" w:rsidRPr="00CE1C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84A74D8" w14:textId="77777777" w:rsidTr="00372572">
        <w:tc>
          <w:tcPr>
            <w:tcW w:w="9520" w:type="dxa"/>
            <w:vAlign w:val="center"/>
          </w:tcPr>
          <w:p w14:paraId="2BA3719E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Metodyka opracowania projektu publicznego</w:t>
            </w:r>
          </w:p>
        </w:tc>
      </w:tr>
      <w:tr w:rsidR="00372572" w:rsidRPr="00CE1CCE" w14:paraId="6517A994" w14:textId="77777777" w:rsidTr="00372572">
        <w:tc>
          <w:tcPr>
            <w:tcW w:w="9520" w:type="dxa"/>
            <w:vAlign w:val="center"/>
          </w:tcPr>
          <w:p w14:paraId="1B71500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instytucjonalnych, technicznych i finansowych warunków realizacji projektu   </w:t>
            </w:r>
          </w:p>
        </w:tc>
      </w:tr>
      <w:tr w:rsidR="00372572" w:rsidRPr="00CE1CCE" w14:paraId="1BBB5FE4" w14:textId="77777777" w:rsidTr="00372572">
        <w:tc>
          <w:tcPr>
            <w:tcW w:w="9520" w:type="dxa"/>
            <w:vAlign w:val="center"/>
          </w:tcPr>
          <w:p w14:paraId="57D183D5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Ograniczenia realizacji projektu publicznego</w:t>
            </w:r>
          </w:p>
        </w:tc>
      </w:tr>
      <w:tr w:rsidR="00372572" w:rsidRPr="00CE1CCE" w14:paraId="7047917C" w14:textId="77777777" w:rsidTr="00372572">
        <w:tc>
          <w:tcPr>
            <w:tcW w:w="9520" w:type="dxa"/>
            <w:vAlign w:val="center"/>
          </w:tcPr>
          <w:p w14:paraId="7E5A7BAD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Struktura zatrudnienia w projekcie, zasady tworzenia zespołu zadaniowego</w:t>
            </w:r>
          </w:p>
        </w:tc>
      </w:tr>
      <w:tr w:rsidR="00372572" w:rsidRPr="00CE1CCE" w14:paraId="4E341950" w14:textId="77777777" w:rsidTr="00372572">
        <w:tc>
          <w:tcPr>
            <w:tcW w:w="9520" w:type="dxa"/>
            <w:vAlign w:val="center"/>
          </w:tcPr>
          <w:p w14:paraId="04A522C9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Analiza interesariuszy</w:t>
            </w:r>
          </w:p>
        </w:tc>
      </w:tr>
      <w:tr w:rsidR="00372572" w:rsidRPr="00CE1CCE" w14:paraId="28FC5B95" w14:textId="77777777" w:rsidTr="00372572">
        <w:tc>
          <w:tcPr>
            <w:tcW w:w="9520" w:type="dxa"/>
            <w:vAlign w:val="center"/>
          </w:tcPr>
          <w:p w14:paraId="3FBBF6E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Harmonogram realizacji projektu oraz podział zadań</w:t>
            </w:r>
          </w:p>
        </w:tc>
      </w:tr>
      <w:tr w:rsidR="00372572" w:rsidRPr="00CE1CCE" w14:paraId="0D5C5CEC" w14:textId="77777777" w:rsidTr="00372572">
        <w:tc>
          <w:tcPr>
            <w:tcW w:w="9520" w:type="dxa"/>
            <w:vAlign w:val="center"/>
          </w:tcPr>
          <w:p w14:paraId="74521E2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Budżet projektu-struktura i kosztorys kosztów</w:t>
            </w:r>
          </w:p>
        </w:tc>
      </w:tr>
      <w:tr w:rsidR="00372572" w:rsidRPr="00CE1CCE" w14:paraId="705048FA" w14:textId="77777777" w:rsidTr="00372572">
        <w:tc>
          <w:tcPr>
            <w:tcW w:w="9520" w:type="dxa"/>
            <w:vAlign w:val="center"/>
          </w:tcPr>
          <w:p w14:paraId="2B65829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Monitoring i ewaluacja projektu</w:t>
            </w:r>
          </w:p>
        </w:tc>
      </w:tr>
      <w:tr w:rsidR="00372572" w:rsidRPr="00CE1CCE" w14:paraId="21F36C55" w14:textId="77777777" w:rsidTr="00372572">
        <w:tc>
          <w:tcPr>
            <w:tcW w:w="9520" w:type="dxa"/>
            <w:vAlign w:val="center"/>
          </w:tcPr>
          <w:p w14:paraId="530C826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Ocena efektywności projektu publicznego - kryteria efektywności – metody analizy wskaźnikowej</w:t>
            </w:r>
          </w:p>
        </w:tc>
      </w:tr>
    </w:tbl>
    <w:p w14:paraId="128FB43A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1C327" w14:textId="77777777" w:rsidR="0085747A" w:rsidRPr="00CE1C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3.4 Metody dydaktyczne</w:t>
      </w:r>
    </w:p>
    <w:p w14:paraId="14A87DD8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752CD" w14:textId="0D9A6B47" w:rsidR="0085747A" w:rsidRPr="00CE1CCE" w:rsidRDefault="00AC0D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Wykłady z prezentacją mulitimedialną, dyskusja moderowana, studium przypadku.</w:t>
      </w:r>
    </w:p>
    <w:p w14:paraId="4290496E" w14:textId="3B357A1D" w:rsidR="00E960BB" w:rsidRPr="00CE1CCE" w:rsidRDefault="00D341A3" w:rsidP="00D341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 xml:space="preserve">Ćwiczenia obejmują analizę i interpretację treści programowych a także przygotowanie projektu w ramach pracy w grupach. Wybrane zagadnienia prezentowane są w formie multimedialnej. </w:t>
      </w:r>
    </w:p>
    <w:p w14:paraId="345DDB53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3DB3E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E9612" w14:textId="77777777" w:rsidR="0085747A" w:rsidRPr="00CE1C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 </w:t>
      </w:r>
      <w:r w:rsidR="0085747A" w:rsidRPr="00CE1CCE">
        <w:rPr>
          <w:rFonts w:ascii="Corbel" w:hAnsi="Corbel"/>
          <w:smallCaps w:val="0"/>
          <w:szCs w:val="24"/>
        </w:rPr>
        <w:t>METODY I KRYTERIA OCENY</w:t>
      </w:r>
    </w:p>
    <w:p w14:paraId="38FFDB06" w14:textId="77777777" w:rsidR="00923D7D" w:rsidRPr="00CE1C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24EA5" w14:textId="77777777" w:rsidR="0085747A" w:rsidRPr="00CE1C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1CCE">
        <w:rPr>
          <w:rFonts w:ascii="Corbel" w:hAnsi="Corbel"/>
          <w:smallCaps w:val="0"/>
          <w:szCs w:val="24"/>
        </w:rPr>
        <w:t>uczenia się</w:t>
      </w:r>
    </w:p>
    <w:p w14:paraId="040FFC24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1CCE" w14:paraId="25AFE307" w14:textId="77777777" w:rsidTr="00D341A3">
        <w:tc>
          <w:tcPr>
            <w:tcW w:w="1962" w:type="dxa"/>
            <w:vAlign w:val="center"/>
          </w:tcPr>
          <w:p w14:paraId="7448AFA4" w14:textId="77777777" w:rsidR="0085747A" w:rsidRPr="00CE1CC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871A1F" w14:textId="77777777" w:rsidR="0085747A" w:rsidRPr="00CE1CC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1CE56" w14:textId="77777777" w:rsidR="0085747A" w:rsidRPr="00CE1CC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558021" w14:textId="77777777" w:rsidR="00923D7D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211F06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41A3" w:rsidRPr="00CE1CCE" w14:paraId="03168E39" w14:textId="77777777" w:rsidTr="00D341A3">
        <w:tc>
          <w:tcPr>
            <w:tcW w:w="1962" w:type="dxa"/>
          </w:tcPr>
          <w:p w14:paraId="67A53FB5" w14:textId="7B6A727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989FD7C" w14:textId="77777777" w:rsidR="00D341A3" w:rsidRPr="00CE1CCE" w:rsidRDefault="00D341A3" w:rsidP="00D341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projektu. Kolokwium.</w:t>
            </w:r>
          </w:p>
        </w:tc>
        <w:tc>
          <w:tcPr>
            <w:tcW w:w="2117" w:type="dxa"/>
          </w:tcPr>
          <w:p w14:paraId="4DCE6C1E" w14:textId="6D5CCAE0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2C850F32" w14:textId="77777777" w:rsidTr="00D341A3">
        <w:tc>
          <w:tcPr>
            <w:tcW w:w="1962" w:type="dxa"/>
          </w:tcPr>
          <w:p w14:paraId="135AD396" w14:textId="433CB33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1E73E1C9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projektu.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Kolokwium.</w:t>
            </w:r>
          </w:p>
        </w:tc>
        <w:tc>
          <w:tcPr>
            <w:tcW w:w="2117" w:type="dxa"/>
          </w:tcPr>
          <w:p w14:paraId="5EA9A0A7" w14:textId="7648EC46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1082EB28" w14:textId="77777777" w:rsidTr="00D341A3">
        <w:tc>
          <w:tcPr>
            <w:tcW w:w="1962" w:type="dxa"/>
          </w:tcPr>
          <w:p w14:paraId="07A4B38E" w14:textId="69CDB593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14:paraId="5488FF83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26BF35E2" w14:textId="360F8C53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386FB68F" w14:textId="77777777" w:rsidTr="00D341A3">
        <w:tc>
          <w:tcPr>
            <w:tcW w:w="1962" w:type="dxa"/>
          </w:tcPr>
          <w:p w14:paraId="09841F06" w14:textId="24D821D2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 xml:space="preserve">k_ 04 </w:t>
            </w:r>
          </w:p>
        </w:tc>
        <w:tc>
          <w:tcPr>
            <w:tcW w:w="5441" w:type="dxa"/>
          </w:tcPr>
          <w:p w14:paraId="2CA6D337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1701BB00" w14:textId="13B27F7E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  <w:tr w:rsidR="00D341A3" w:rsidRPr="00CE1CCE" w14:paraId="0A788132" w14:textId="77777777" w:rsidTr="00D341A3">
        <w:tc>
          <w:tcPr>
            <w:tcW w:w="1962" w:type="dxa"/>
          </w:tcPr>
          <w:p w14:paraId="30BB5156" w14:textId="286CB8EF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14:paraId="1D2C0B5D" w14:textId="77777777" w:rsidR="00D341A3" w:rsidRPr="00CE1CCE" w:rsidRDefault="00D341A3" w:rsidP="00D341A3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wyrażanych sugestii, opinii podczas pracy nad projektem.</w:t>
            </w:r>
          </w:p>
        </w:tc>
        <w:tc>
          <w:tcPr>
            <w:tcW w:w="2117" w:type="dxa"/>
          </w:tcPr>
          <w:p w14:paraId="3DBCAE53" w14:textId="27EF05E5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</w:tbl>
    <w:p w14:paraId="0FF129A9" w14:textId="77777777" w:rsidR="00923D7D" w:rsidRPr="00CE1C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7EA86" w14:textId="77777777" w:rsidR="0085747A" w:rsidRPr="00CE1C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4.2 </w:t>
      </w:r>
      <w:r w:rsidR="0085747A" w:rsidRPr="00CE1CCE">
        <w:rPr>
          <w:rFonts w:ascii="Corbel" w:hAnsi="Corbel"/>
          <w:smallCaps w:val="0"/>
          <w:szCs w:val="24"/>
        </w:rPr>
        <w:t>Warunki zaliczenia przedmiotu (kryteria oceniania)</w:t>
      </w:r>
    </w:p>
    <w:p w14:paraId="434CDE03" w14:textId="77777777" w:rsidR="00923D7D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0D937445" w14:textId="77777777" w:rsidTr="00923D7D">
        <w:tc>
          <w:tcPr>
            <w:tcW w:w="9670" w:type="dxa"/>
          </w:tcPr>
          <w:p w14:paraId="630829BA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zaliczeniowa jest średnią ocen uzyskanych z:</w:t>
            </w:r>
          </w:p>
          <w:p w14:paraId="4B35AD8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kolokwium zaliczeniowego obejmującego problematykę ćwiczeń (50%), </w:t>
            </w:r>
          </w:p>
          <w:p w14:paraId="654F99B1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noty uzyskanej z opracowania projektu publicznego (40%), </w:t>
            </w:r>
          </w:p>
          <w:p w14:paraId="39C8003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aktywności na ćwiczeniach (10%). </w:t>
            </w:r>
          </w:p>
          <w:p w14:paraId="211A6B4F" w14:textId="222D60AA" w:rsidR="00367579" w:rsidRPr="00CE1CCE" w:rsidRDefault="00921757" w:rsidP="0036757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Podstawą zaliczenia przedmiotu jest egzamin pisemny (pytania otwarte). Warunkiem zaliczenia jest uzyskanie 51% poprawnych odpowiedzi.</w:t>
            </w:r>
          </w:p>
        </w:tc>
      </w:tr>
    </w:tbl>
    <w:p w14:paraId="6CE021E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809206" w14:textId="77777777" w:rsidR="009F4610" w:rsidRPr="00CE1C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5. </w:t>
      </w:r>
      <w:r w:rsidR="00C61DC5" w:rsidRPr="00CE1C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6ECF8F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1CCE" w14:paraId="5EA28E76" w14:textId="77777777" w:rsidTr="00C260ED">
        <w:tc>
          <w:tcPr>
            <w:tcW w:w="4902" w:type="dxa"/>
            <w:vAlign w:val="center"/>
          </w:tcPr>
          <w:p w14:paraId="4E1DA9FE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0F57A7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260ED" w:rsidRPr="00CE1CCE" w14:paraId="46687870" w14:textId="77777777" w:rsidTr="00C260ED">
        <w:tc>
          <w:tcPr>
            <w:tcW w:w="4902" w:type="dxa"/>
          </w:tcPr>
          <w:p w14:paraId="1D403B2E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442B2648" w14:textId="3A9065CA" w:rsidR="00C260ED" w:rsidRPr="00CE1CCE" w:rsidRDefault="005458D8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260ED" w:rsidRPr="00CE1CCE" w14:paraId="02DF529E" w14:textId="77777777" w:rsidTr="00C260ED">
        <w:tc>
          <w:tcPr>
            <w:tcW w:w="4902" w:type="dxa"/>
          </w:tcPr>
          <w:p w14:paraId="30E14A30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E7E3A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4169F05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260ED" w:rsidRPr="00CE1CCE" w14:paraId="0B3848B6" w14:textId="77777777" w:rsidTr="00C260ED">
        <w:tc>
          <w:tcPr>
            <w:tcW w:w="4902" w:type="dxa"/>
          </w:tcPr>
          <w:p w14:paraId="4C713C08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F18E76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97366B6" w14:textId="71B893E6" w:rsidR="00C260ED" w:rsidRPr="00CE1CCE" w:rsidRDefault="005458D8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C260ED" w:rsidRPr="00CE1CCE" w14:paraId="688861C5" w14:textId="77777777" w:rsidTr="00C260ED">
        <w:tc>
          <w:tcPr>
            <w:tcW w:w="4902" w:type="dxa"/>
          </w:tcPr>
          <w:p w14:paraId="094A1383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DB2E33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260ED" w:rsidRPr="00CE1CCE" w14:paraId="1825F635" w14:textId="77777777" w:rsidTr="00C260ED">
        <w:tc>
          <w:tcPr>
            <w:tcW w:w="4902" w:type="dxa"/>
          </w:tcPr>
          <w:p w14:paraId="531BBD86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429A4A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3630342" w14:textId="77777777" w:rsidR="0085747A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1C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1C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80B0B4" w14:textId="77777777" w:rsidR="003E1941" w:rsidRPr="00CE1CC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07A5EF" w14:textId="77777777" w:rsidR="0085747A" w:rsidRPr="00CE1C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6. </w:t>
      </w:r>
      <w:r w:rsidR="0085747A" w:rsidRPr="00CE1CCE">
        <w:rPr>
          <w:rFonts w:ascii="Corbel" w:hAnsi="Corbel"/>
          <w:smallCaps w:val="0"/>
          <w:szCs w:val="24"/>
        </w:rPr>
        <w:t>PRAKTYKI ZAWO</w:t>
      </w:r>
      <w:r w:rsidR="009D3F3B" w:rsidRPr="00CE1CCE">
        <w:rPr>
          <w:rFonts w:ascii="Corbel" w:hAnsi="Corbel"/>
          <w:smallCaps w:val="0"/>
          <w:szCs w:val="24"/>
        </w:rPr>
        <w:t>DOWE W RAMACH PRZEDMIOTU</w:t>
      </w:r>
    </w:p>
    <w:p w14:paraId="5C7592AC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E1CCE" w14:paraId="3F6E7D97" w14:textId="77777777" w:rsidTr="00AC0D47">
        <w:trPr>
          <w:trHeight w:val="397"/>
          <w:jc w:val="center"/>
        </w:trPr>
        <w:tc>
          <w:tcPr>
            <w:tcW w:w="3544" w:type="dxa"/>
          </w:tcPr>
          <w:p w14:paraId="2588A9F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CA47A" w14:textId="647E47FE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1CCE" w14:paraId="6761494F" w14:textId="77777777" w:rsidTr="00AC0D47">
        <w:trPr>
          <w:trHeight w:val="397"/>
          <w:jc w:val="center"/>
        </w:trPr>
        <w:tc>
          <w:tcPr>
            <w:tcW w:w="3544" w:type="dxa"/>
          </w:tcPr>
          <w:p w14:paraId="0CD4D636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2A8C9D" w14:textId="5B9CC6A5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465995" w14:textId="77777777" w:rsidR="003E1941" w:rsidRPr="00CE1C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629A" w14:textId="77777777" w:rsidR="0085747A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7. </w:t>
      </w:r>
      <w:r w:rsidR="0085747A" w:rsidRPr="00CE1CCE">
        <w:rPr>
          <w:rFonts w:ascii="Corbel" w:hAnsi="Corbel"/>
          <w:smallCaps w:val="0"/>
          <w:szCs w:val="24"/>
        </w:rPr>
        <w:t>LITERATURA</w:t>
      </w:r>
    </w:p>
    <w:p w14:paraId="22BE6DA3" w14:textId="77777777" w:rsidR="00675843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E1CCE" w14:paraId="13AC0FBE" w14:textId="77777777" w:rsidTr="1A78F286">
        <w:trPr>
          <w:trHeight w:val="397"/>
          <w:jc w:val="center"/>
        </w:trPr>
        <w:tc>
          <w:tcPr>
            <w:tcW w:w="7513" w:type="dxa"/>
          </w:tcPr>
          <w:p w14:paraId="7E80C8D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A532DA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Szwabe M., Zrządzanie projektami współfinansowanymi z funduszy publicznych. Wolters Kluwer Polska, Kraków 2007</w:t>
            </w:r>
          </w:p>
          <w:p w14:paraId="359C93C3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2DD6D04" w14:textId="77777777" w:rsidR="00005B37" w:rsidRPr="00CE1CCE" w:rsidRDefault="005D0A4C" w:rsidP="00AC0D4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Gasik S.,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Zarządzanie projektami sektora publicznego</w:t>
            </w:r>
            <w:r w:rsidRPr="00CE1CCE">
              <w:rPr>
                <w:rFonts w:ascii="Corbel" w:hAnsi="Corbel"/>
                <w:sz w:val="24"/>
                <w:szCs w:val="24"/>
              </w:rPr>
              <w:t>,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Warszawa : Akademia Finansów i BiznesuVistula, 2017.</w:t>
            </w:r>
          </w:p>
        </w:tc>
      </w:tr>
      <w:tr w:rsidR="0085747A" w:rsidRPr="00CE1CCE" w14:paraId="264EB2AD" w14:textId="77777777" w:rsidTr="1A78F286">
        <w:trPr>
          <w:trHeight w:val="397"/>
          <w:jc w:val="center"/>
        </w:trPr>
        <w:tc>
          <w:tcPr>
            <w:tcW w:w="7513" w:type="dxa"/>
          </w:tcPr>
          <w:p w14:paraId="4AE4A4F8" w14:textId="77777777" w:rsidR="0085747A" w:rsidRPr="00CE1CCE" w:rsidRDefault="0085747A" w:rsidP="3B4545C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09999BB" w14:textId="77777777" w:rsidR="00C260ED" w:rsidRPr="00CE1CCE" w:rsidRDefault="005D0A4C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FAB7A64" w14:textId="77777777" w:rsidR="00005B37" w:rsidRPr="00CE1CCE" w:rsidRDefault="00005B3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 w:rsidR="005D0A4C" w:rsidRPr="00CE1CCE">
              <w:rPr>
                <w:rFonts w:ascii="Corbel" w:hAnsi="Corbel"/>
                <w:sz w:val="24"/>
                <w:szCs w:val="24"/>
              </w:rPr>
              <w:t>.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55047022" w14:textId="2A130A0A" w:rsidR="00005B37" w:rsidRPr="00CE1CCE" w:rsidRDefault="617876F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Szara K.</w:t>
            </w:r>
            <w:r w:rsidR="02B6BB51" w:rsidRPr="00CE1CCE">
              <w:rPr>
                <w:rFonts w:ascii="Corbel" w:hAnsi="Corbel"/>
                <w:sz w:val="24"/>
                <w:szCs w:val="24"/>
              </w:rPr>
              <w:t>,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4A25639B" w:rsidRPr="00CE1CCE">
              <w:rPr>
                <w:rFonts w:ascii="Corbel" w:hAnsi="Corbel"/>
                <w:sz w:val="24"/>
                <w:szCs w:val="24"/>
              </w:rPr>
              <w:t>/2015</w:t>
            </w:r>
          </w:p>
        </w:tc>
      </w:tr>
    </w:tbl>
    <w:p w14:paraId="34296706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2124B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49B2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F5B09" w14:textId="77777777" w:rsidR="00A40436" w:rsidRDefault="00A40436" w:rsidP="00C16ABF">
      <w:pPr>
        <w:spacing w:after="0" w:line="240" w:lineRule="auto"/>
      </w:pPr>
      <w:r>
        <w:separator/>
      </w:r>
    </w:p>
  </w:endnote>
  <w:endnote w:type="continuationSeparator" w:id="0">
    <w:p w14:paraId="17908398" w14:textId="77777777" w:rsidR="00A40436" w:rsidRDefault="00A404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B15FD" w14:textId="77777777" w:rsidR="00A40436" w:rsidRDefault="00A40436" w:rsidP="00C16ABF">
      <w:pPr>
        <w:spacing w:after="0" w:line="240" w:lineRule="auto"/>
      </w:pPr>
      <w:r>
        <w:separator/>
      </w:r>
    </w:p>
  </w:footnote>
  <w:footnote w:type="continuationSeparator" w:id="0">
    <w:p w14:paraId="357B10BA" w14:textId="77777777" w:rsidR="00A40436" w:rsidRDefault="00A40436" w:rsidP="00C16ABF">
      <w:pPr>
        <w:spacing w:after="0" w:line="240" w:lineRule="auto"/>
      </w:pPr>
      <w:r>
        <w:continuationSeparator/>
      </w:r>
    </w:p>
  </w:footnote>
  <w:footnote w:id="1">
    <w:p w14:paraId="401D87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564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6568FB"/>
    <w:multiLevelType w:val="hybridMultilevel"/>
    <w:tmpl w:val="4D8C5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37146"/>
    <w:multiLevelType w:val="hybridMultilevel"/>
    <w:tmpl w:val="CD4A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56C5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37"/>
    <w:rsid w:val="000077B4"/>
    <w:rsid w:val="00014BB9"/>
    <w:rsid w:val="00015B8F"/>
    <w:rsid w:val="00022ECE"/>
    <w:rsid w:val="00042A51"/>
    <w:rsid w:val="00042D2E"/>
    <w:rsid w:val="00044C82"/>
    <w:rsid w:val="0005162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5DE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7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FE"/>
    <w:rsid w:val="00346FE9"/>
    <w:rsid w:val="0034759A"/>
    <w:rsid w:val="003503F6"/>
    <w:rsid w:val="003530DD"/>
    <w:rsid w:val="00363F78"/>
    <w:rsid w:val="00367579"/>
    <w:rsid w:val="00372572"/>
    <w:rsid w:val="003A0A5B"/>
    <w:rsid w:val="003A1176"/>
    <w:rsid w:val="003C0BAE"/>
    <w:rsid w:val="003D043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8D8"/>
    <w:rsid w:val="0056696D"/>
    <w:rsid w:val="0059484D"/>
    <w:rsid w:val="005A0855"/>
    <w:rsid w:val="005A133C"/>
    <w:rsid w:val="005A1522"/>
    <w:rsid w:val="005A3196"/>
    <w:rsid w:val="005C080F"/>
    <w:rsid w:val="005C55E5"/>
    <w:rsid w:val="005C696A"/>
    <w:rsid w:val="005D0A4C"/>
    <w:rsid w:val="005E6E85"/>
    <w:rsid w:val="005F31D2"/>
    <w:rsid w:val="0061029B"/>
    <w:rsid w:val="00617230"/>
    <w:rsid w:val="00621CE1"/>
    <w:rsid w:val="00627FC9"/>
    <w:rsid w:val="006474AC"/>
    <w:rsid w:val="00647FA8"/>
    <w:rsid w:val="00650C5F"/>
    <w:rsid w:val="00654934"/>
    <w:rsid w:val="006620D9"/>
    <w:rsid w:val="00662C60"/>
    <w:rsid w:val="00671958"/>
    <w:rsid w:val="00675843"/>
    <w:rsid w:val="0068036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B0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96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757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8BF"/>
    <w:rsid w:val="00A30110"/>
    <w:rsid w:val="00A36899"/>
    <w:rsid w:val="00A371F6"/>
    <w:rsid w:val="00A40436"/>
    <w:rsid w:val="00A43BF6"/>
    <w:rsid w:val="00A53FA5"/>
    <w:rsid w:val="00A54817"/>
    <w:rsid w:val="00A601C8"/>
    <w:rsid w:val="00A60799"/>
    <w:rsid w:val="00A84C85"/>
    <w:rsid w:val="00A97DE1"/>
    <w:rsid w:val="00AB053C"/>
    <w:rsid w:val="00AC0D47"/>
    <w:rsid w:val="00AD1146"/>
    <w:rsid w:val="00AD27D3"/>
    <w:rsid w:val="00AD66D6"/>
    <w:rsid w:val="00AE1160"/>
    <w:rsid w:val="00AE203C"/>
    <w:rsid w:val="00AE2E74"/>
    <w:rsid w:val="00AE5FCB"/>
    <w:rsid w:val="00AF2C1E"/>
    <w:rsid w:val="00B0181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0ED"/>
    <w:rsid w:val="00C26CB7"/>
    <w:rsid w:val="00C324C1"/>
    <w:rsid w:val="00C36992"/>
    <w:rsid w:val="00C56036"/>
    <w:rsid w:val="00C61DC5"/>
    <w:rsid w:val="00C67AF7"/>
    <w:rsid w:val="00C67E92"/>
    <w:rsid w:val="00C70A26"/>
    <w:rsid w:val="00C766DF"/>
    <w:rsid w:val="00C7771E"/>
    <w:rsid w:val="00C94B98"/>
    <w:rsid w:val="00CA2B96"/>
    <w:rsid w:val="00CA5089"/>
    <w:rsid w:val="00CA56E5"/>
    <w:rsid w:val="00CD6897"/>
    <w:rsid w:val="00CE1CCE"/>
    <w:rsid w:val="00CE5BAC"/>
    <w:rsid w:val="00CF25BE"/>
    <w:rsid w:val="00CF78ED"/>
    <w:rsid w:val="00D02B25"/>
    <w:rsid w:val="00D02EBA"/>
    <w:rsid w:val="00D16139"/>
    <w:rsid w:val="00D17C3C"/>
    <w:rsid w:val="00D26B2C"/>
    <w:rsid w:val="00D341A3"/>
    <w:rsid w:val="00D352C9"/>
    <w:rsid w:val="00D425B2"/>
    <w:rsid w:val="00D428D6"/>
    <w:rsid w:val="00D552B2"/>
    <w:rsid w:val="00D608D1"/>
    <w:rsid w:val="00D65AF6"/>
    <w:rsid w:val="00D74119"/>
    <w:rsid w:val="00D8075B"/>
    <w:rsid w:val="00D839B0"/>
    <w:rsid w:val="00D8678B"/>
    <w:rsid w:val="00DA2114"/>
    <w:rsid w:val="00DA6057"/>
    <w:rsid w:val="00DC6D0C"/>
    <w:rsid w:val="00DE09C0"/>
    <w:rsid w:val="00DE4A14"/>
    <w:rsid w:val="00DF320D"/>
    <w:rsid w:val="00DF71C8"/>
    <w:rsid w:val="00E01429"/>
    <w:rsid w:val="00E0315E"/>
    <w:rsid w:val="00E053FA"/>
    <w:rsid w:val="00E129B8"/>
    <w:rsid w:val="00E21E7D"/>
    <w:rsid w:val="00E22FBC"/>
    <w:rsid w:val="00E24BF5"/>
    <w:rsid w:val="00E25338"/>
    <w:rsid w:val="00E51E44"/>
    <w:rsid w:val="00E62776"/>
    <w:rsid w:val="00E63348"/>
    <w:rsid w:val="00E644D0"/>
    <w:rsid w:val="00E661B9"/>
    <w:rsid w:val="00E742AA"/>
    <w:rsid w:val="00E77E88"/>
    <w:rsid w:val="00E8107D"/>
    <w:rsid w:val="00E9230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00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B6BB51"/>
    <w:rsid w:val="1A78F286"/>
    <w:rsid w:val="3B4545CD"/>
    <w:rsid w:val="4A25639B"/>
    <w:rsid w:val="6178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043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D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D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F043-759B-439A-AACA-4BF52C436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CCA03-6F83-44CA-925A-5FCE74F0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C39E7-F23A-404B-805E-6A2CD6554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7994F7-86D0-4050-9933-A55369AA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2020-12-19T20:05:00Z</dcterms:created>
  <dcterms:modified xsi:type="dcterms:W3CDTF">2020-12-19T20:06:00Z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